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A9F25D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7986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5E65AFF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9C7986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9C7986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5032B3" w:rsidR="0085747A" w:rsidRPr="009C54AE" w:rsidRDefault="00BB513C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B2F53A7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34CB348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999B774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475D42D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919A3" w14:textId="77777777" w:rsidR="000C4458" w:rsidRDefault="000C4458" w:rsidP="00C16ABF">
      <w:pPr>
        <w:spacing w:after="0" w:line="240" w:lineRule="auto"/>
      </w:pPr>
      <w:r>
        <w:separator/>
      </w:r>
    </w:p>
  </w:endnote>
  <w:endnote w:type="continuationSeparator" w:id="0">
    <w:p w14:paraId="2C20F97A" w14:textId="77777777" w:rsidR="000C4458" w:rsidRDefault="000C4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B2E25" w14:textId="77777777" w:rsidR="000C4458" w:rsidRDefault="000C4458" w:rsidP="00C16ABF">
      <w:pPr>
        <w:spacing w:after="0" w:line="240" w:lineRule="auto"/>
      </w:pPr>
      <w:r>
        <w:separator/>
      </w:r>
    </w:p>
  </w:footnote>
  <w:footnote w:type="continuationSeparator" w:id="0">
    <w:p w14:paraId="4EAFA4D2" w14:textId="77777777" w:rsidR="000C4458" w:rsidRDefault="000C445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58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010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531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68B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C7986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13C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55CCF-35E2-4A92-87EB-54871C8E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31</cp:revision>
  <cp:lastPrinted>2019-02-06T12:12:00Z</cp:lastPrinted>
  <dcterms:created xsi:type="dcterms:W3CDTF">2020-10-14T08:35:00Z</dcterms:created>
  <dcterms:modified xsi:type="dcterms:W3CDTF">2021-11-05T13:30:00Z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